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E960BB" w:rsidR="006E5D65" w:rsidP="002D3375" w:rsidRDefault="00997F14" w14:paraId="0AAB7437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6E96292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11B5F92B" w14:textId="3E28715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E42556">
        <w:rPr>
          <w:rFonts w:ascii="Corbel" w:hAnsi="Corbel"/>
          <w:i/>
          <w:smallCaps/>
          <w:sz w:val="24"/>
          <w:szCs w:val="24"/>
        </w:rPr>
        <w:t>20</w:t>
      </w:r>
      <w:r w:rsidR="003D74DE">
        <w:rPr>
          <w:rFonts w:ascii="Corbel" w:hAnsi="Corbel"/>
          <w:i/>
          <w:smallCaps/>
          <w:sz w:val="24"/>
          <w:szCs w:val="24"/>
        </w:rPr>
        <w:t>19</w:t>
      </w:r>
      <w:r w:rsidR="00142B8B">
        <w:rPr>
          <w:rFonts w:ascii="Corbel" w:hAnsi="Corbel"/>
          <w:i/>
          <w:smallCaps/>
          <w:sz w:val="24"/>
          <w:szCs w:val="24"/>
        </w:rPr>
        <w:t>–202</w:t>
      </w:r>
      <w:r w:rsidR="003D74DE">
        <w:rPr>
          <w:rFonts w:ascii="Corbel" w:hAnsi="Corbel"/>
          <w:i/>
          <w:smallCaps/>
          <w:sz w:val="24"/>
          <w:szCs w:val="24"/>
        </w:rPr>
        <w:t>2</w:t>
      </w:r>
    </w:p>
    <w:p w:rsidR="0085747A" w:rsidP="00EA4832" w:rsidRDefault="00EA4832" w14:paraId="0D24900F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4EB75415" w14:textId="45B3600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DB1787">
        <w:rPr>
          <w:rFonts w:ascii="Corbel" w:hAnsi="Corbel"/>
          <w:sz w:val="20"/>
          <w:szCs w:val="20"/>
        </w:rPr>
        <w:t xml:space="preserve">ok akademicki   </w:t>
      </w:r>
      <w:r w:rsidR="00142B8B">
        <w:rPr>
          <w:rFonts w:ascii="Corbel" w:hAnsi="Corbel"/>
          <w:sz w:val="20"/>
          <w:szCs w:val="20"/>
        </w:rPr>
        <w:t>20</w:t>
      </w:r>
      <w:r w:rsidR="003D74DE">
        <w:rPr>
          <w:rFonts w:ascii="Corbel" w:hAnsi="Corbel"/>
          <w:sz w:val="20"/>
          <w:szCs w:val="20"/>
        </w:rPr>
        <w:t>21</w:t>
      </w:r>
      <w:r w:rsidR="00D379AF">
        <w:rPr>
          <w:rFonts w:ascii="Corbel" w:hAnsi="Corbel"/>
          <w:sz w:val="20"/>
          <w:szCs w:val="20"/>
        </w:rPr>
        <w:t>/202</w:t>
      </w:r>
      <w:r w:rsidR="003D74DE">
        <w:rPr>
          <w:rFonts w:ascii="Corbel" w:hAnsi="Corbel"/>
          <w:sz w:val="20"/>
          <w:szCs w:val="20"/>
        </w:rPr>
        <w:t>2</w:t>
      </w:r>
    </w:p>
    <w:p w:rsidRPr="009C54AE" w:rsidR="0085747A" w:rsidP="009C54AE" w:rsidRDefault="0085747A" w14:paraId="6A21922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4F0CAEB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BA318A8" w14:paraId="3FBACFFD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4A570A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469A2" w:rsidRDefault="00791663" w14:paraId="19DFF4B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Seminarium licencjackie</w:t>
            </w:r>
          </w:p>
        </w:tc>
      </w:tr>
      <w:tr w:rsidRPr="009C54AE" w:rsidR="0085747A" w:rsidTr="0BA318A8" w14:paraId="52426341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7CCA04C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91663" w14:paraId="6D257D3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P1S[5-6]O_01</w:t>
            </w:r>
          </w:p>
        </w:tc>
      </w:tr>
      <w:tr w:rsidRPr="009C54AE" w:rsidR="0085747A" w:rsidTr="0BA318A8" w14:paraId="004FFE5B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57E6833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71DB0" w14:paraId="41449D3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BA318A8" w14:paraId="6957E0C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7DDA5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71DB0" w14:paraId="2D21160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BA318A8" w14:paraId="7E1C432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B57C9A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43AFB" w14:paraId="21DEDEF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85747A" w:rsidTr="0BA318A8" w14:paraId="48842ED0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1D4838E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B1787" w14:paraId="76BCEAA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0BA318A8" w14:paraId="4A757F3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204C97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71DB0" w14:paraId="5CB297C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Pr="009C54AE" w:rsidR="0085747A" w:rsidTr="0BA318A8" w14:paraId="377839C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89D42B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71DB0" w14:paraId="6415E82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0BA318A8" w14:paraId="452B4A3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A4D225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DB1787" w:rsidRDefault="00671DB0" w14:paraId="1C2B536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E6F06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3, 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V</w:t>
            </w:r>
            <w:r w:rsidR="00791663">
              <w:rPr>
                <w:rFonts w:ascii="Corbel" w:hAnsi="Corbel"/>
                <w:b w:val="0"/>
                <w:sz w:val="24"/>
                <w:szCs w:val="24"/>
              </w:rPr>
              <w:t>–VI</w:t>
            </w:r>
          </w:p>
        </w:tc>
      </w:tr>
      <w:tr w:rsidRPr="009C54AE" w:rsidR="0085747A" w:rsidTr="0BA318A8" w14:paraId="32B0D5E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8CA275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71DB0" w14:paraId="6E544A3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469A2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Pr="009C54AE" w:rsidR="00923D7D" w:rsidTr="0BA318A8" w14:paraId="6563503A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450A232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671DB0" w14:paraId="30F295A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BA318A8" w14:paraId="4D27936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E099BE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BA318A8" w:rsidRDefault="00DB1787" w14:paraId="41AE0CA3" w14:textId="34996FD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BA318A8" w:rsidR="00DB1787">
              <w:rPr>
                <w:rFonts w:ascii="Corbel" w:hAnsi="Corbel"/>
                <w:b w:val="0"/>
                <w:bCs w:val="0"/>
                <w:sz w:val="24"/>
                <w:szCs w:val="24"/>
              </w:rPr>
              <w:t>Anna Witkowska-Paleń</w:t>
            </w:r>
          </w:p>
        </w:tc>
      </w:tr>
      <w:tr w:rsidRPr="009C54AE" w:rsidR="0085747A" w:rsidTr="0BA318A8" w14:paraId="2A92E08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24E5CC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BA318A8" w:rsidRDefault="0085747A" w14:paraId="134A75B8" w14:textId="4D36C319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BA318A8" w:rsidR="11C228DC">
              <w:rPr>
                <w:rFonts w:ascii="Corbel" w:hAnsi="Corbel"/>
                <w:b w:val="0"/>
                <w:bCs w:val="0"/>
                <w:sz w:val="24"/>
                <w:szCs w:val="24"/>
              </w:rPr>
              <w:t>Anna Witkowska-Paleń, Marek Motyka, Magdalena Pokrzywa, Agata Kotowska, Jan Gałkowski</w:t>
            </w:r>
          </w:p>
        </w:tc>
      </w:tr>
    </w:tbl>
    <w:p w:rsidRPr="009C54AE" w:rsidR="00923D7D" w:rsidP="004A330A" w:rsidRDefault="0085747A" w14:paraId="5FBB5202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304609D1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9F370C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DB1787" w14:paraId="3DE3C35C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5B39E0E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674CAC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9938F6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CF23AB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3C34A7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60C4B6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0B4E97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76E0FB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45CC46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5E6973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A446BA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DB1787" w14:paraId="176F9F6E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671DB0" w14:paraId="65CA6F6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22060C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F2D085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DA5898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29917E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5471BC" w14:paraId="6636739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1FD926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7E5F00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B3707E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5471BC" w:rsidRDefault="005471BC" w14:paraId="2935FE7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9C54AE" w:rsidR="005471BC" w:rsidTr="00DB1787" w14:paraId="23C8A351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5471BC" w:rsidP="009C54AE" w:rsidRDefault="005471BC" w14:paraId="3043F90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5471BC" w:rsidP="009C54AE" w:rsidRDefault="005471BC" w14:paraId="3AB578F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5471BC" w:rsidP="009C54AE" w:rsidRDefault="005471BC" w14:paraId="5EEEFD3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5471BC" w:rsidP="009C54AE" w:rsidRDefault="005471BC" w14:paraId="117409A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5471BC" w:rsidP="009C54AE" w:rsidRDefault="005471BC" w14:paraId="2BA2549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5471BC" w:rsidP="009C54AE" w:rsidRDefault="005471BC" w14:paraId="0D94A67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5471BC" w:rsidP="009C54AE" w:rsidRDefault="005471BC" w14:paraId="1AC2C2C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5471BC" w:rsidP="009C54AE" w:rsidRDefault="005471BC" w14:paraId="3CB711D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5471BC" w:rsidP="009C54AE" w:rsidRDefault="005471BC" w14:paraId="5633BB1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5471BC" w:rsidP="009C54AE" w:rsidRDefault="005471BC" w14:paraId="199C7F3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Pr="009C54AE" w:rsidR="00923D7D" w:rsidP="009C54AE" w:rsidRDefault="00923D7D" w14:paraId="632E2175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7BC666D5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0563F7B6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DB1787" w14:paraId="6722BE2F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3AE6EC56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4805823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P="00F83B28" w:rsidRDefault="00E22FBC" w14:paraId="16619C87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F82D56" w:rsidR="00F82D56" w:rsidP="00F83B28" w:rsidRDefault="00791663" w14:paraId="39BE9606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BEZ OCENY</w:t>
      </w:r>
    </w:p>
    <w:p w:rsidR="009C54AE" w:rsidP="009C54AE" w:rsidRDefault="009C54AE" w14:paraId="5F8E39B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6E4A3ED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72897E23" w14:textId="77777777">
        <w:tc>
          <w:tcPr>
            <w:tcW w:w="9670" w:type="dxa"/>
          </w:tcPr>
          <w:p w:rsidRPr="009C54AE" w:rsidR="0085747A" w:rsidP="00671DB0" w:rsidRDefault="00791663" w14:paraId="315A5C08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przed rozpoczęciem zajęć powinien dysponować podstawową wiedzą i umiejętnościami w zakresie organizacji warsztatu pracy naukowej, posiadać umiejętność obsługi programu MS Word oraz utrwaloną wiedzę w zakresie metodologii nauk społecznych.</w:t>
            </w:r>
          </w:p>
        </w:tc>
      </w:tr>
    </w:tbl>
    <w:p w:rsidRPr="00C05F44" w:rsidR="0085747A" w:rsidP="009C54AE" w:rsidRDefault="0071620A" w14:paraId="1FB8FFC0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1738261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4A330A" w:rsidR="00F83B28" w:rsidP="004A330A" w:rsidRDefault="0071620A" w14:paraId="601B1DAB" w14:textId="77777777">
      <w:pPr>
        <w:pStyle w:val="Podpunkty"/>
        <w:rPr>
          <w:rFonts w:ascii="Corbel" w:hAnsi="Corbel"/>
          <w:sz w:val="24"/>
          <w:szCs w:val="24"/>
        </w:rPr>
      </w:pPr>
      <w:r w:rsidRPr="000469A2">
        <w:rPr>
          <w:rFonts w:ascii="Corbel" w:hAnsi="Corbel"/>
          <w:sz w:val="24"/>
          <w:szCs w:val="24"/>
        </w:rPr>
        <w:t xml:space="preserve">3.1 </w:t>
      </w:r>
      <w:r w:rsidRPr="000469A2" w:rsidR="00C05F44">
        <w:rPr>
          <w:rFonts w:ascii="Corbel" w:hAnsi="Corbel"/>
          <w:sz w:val="24"/>
          <w:szCs w:val="24"/>
        </w:rPr>
        <w:t>Cele przedmiotu</w:t>
      </w: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791663" w:rsidTr="00791663" w14:paraId="27ADBCC2" w14:textId="77777777">
        <w:tc>
          <w:tcPr>
            <w:tcW w:w="845" w:type="dxa"/>
            <w:vAlign w:val="center"/>
          </w:tcPr>
          <w:p w:rsidRPr="009C54AE" w:rsidR="00791663" w:rsidP="00791663" w:rsidRDefault="00791663" w14:paraId="0B4E21F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9C54AE" w:rsidR="00791663" w:rsidP="00791663" w:rsidRDefault="00791663" w14:paraId="4F7A737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zasadami pracy naukowej</w:t>
            </w:r>
          </w:p>
        </w:tc>
      </w:tr>
      <w:tr w:rsidRPr="009C54AE" w:rsidR="00791663" w:rsidTr="00791663" w14:paraId="2D558E04" w14:textId="77777777">
        <w:tc>
          <w:tcPr>
            <w:tcW w:w="845" w:type="dxa"/>
            <w:vAlign w:val="center"/>
          </w:tcPr>
          <w:p w:rsidRPr="009C54AE" w:rsidR="00791663" w:rsidP="00791663" w:rsidRDefault="00791663" w14:paraId="4F2F2E59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9C54AE" w:rsidR="00791663" w:rsidP="00791663" w:rsidRDefault="00791663" w14:paraId="6011FE4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rozwijania warsztatu naukowo-badawczego</w:t>
            </w:r>
          </w:p>
        </w:tc>
      </w:tr>
      <w:tr w:rsidRPr="009C54AE" w:rsidR="00791663" w:rsidTr="00791663" w14:paraId="145BD170" w14:textId="77777777">
        <w:tc>
          <w:tcPr>
            <w:tcW w:w="845" w:type="dxa"/>
            <w:vAlign w:val="center"/>
          </w:tcPr>
          <w:p w:rsidR="00791663" w:rsidP="00791663" w:rsidRDefault="00791663" w14:paraId="4635F237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Pr="009C54AE" w:rsidR="00791663" w:rsidP="00791663" w:rsidRDefault="00791663" w14:paraId="1E99FBC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samodzielnego przygotowania pracy dyplomowej </w:t>
            </w:r>
          </w:p>
        </w:tc>
      </w:tr>
    </w:tbl>
    <w:p w:rsidRPr="009C54AE" w:rsidR="0085747A" w:rsidP="009C54AE" w:rsidRDefault="0085747A" w14:paraId="217E839D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0D8BF44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4D27244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4850B0" w14:paraId="790C63DE" w14:textId="77777777">
        <w:tc>
          <w:tcPr>
            <w:tcW w:w="1681" w:type="dxa"/>
            <w:vAlign w:val="center"/>
          </w:tcPr>
          <w:p w:rsidRPr="009C54AE" w:rsidR="0085747A" w:rsidP="009C54AE" w:rsidRDefault="0085747A" w14:paraId="71A6B0F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22E1093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2E2C6AD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791663" w:rsidTr="004850B0" w14:paraId="0A564FFF" w14:textId="77777777">
        <w:tc>
          <w:tcPr>
            <w:tcW w:w="1681" w:type="dxa"/>
          </w:tcPr>
          <w:p w:rsidRPr="009C54AE" w:rsidR="00791663" w:rsidP="00791663" w:rsidRDefault="00791663" w14:paraId="6B6035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9C54AE" w:rsidR="00791663" w:rsidP="00791663" w:rsidRDefault="00791663" w14:paraId="64F9368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zasady projektowania i prowadzenia badań z zakresu nauk społecznych z zastosowaniem różnych metod i narzędzi pozyskiwania, analizy i prezentacji danych</w:t>
            </w:r>
          </w:p>
        </w:tc>
        <w:tc>
          <w:tcPr>
            <w:tcW w:w="1865" w:type="dxa"/>
          </w:tcPr>
          <w:p w:rsidRPr="009C54AE" w:rsidR="00791663" w:rsidP="00791663" w:rsidRDefault="00791663" w14:paraId="47AE71F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Pr="009C54AE" w:rsidR="00791663" w:rsidTr="004850B0" w14:paraId="6AC2FBA7" w14:textId="77777777">
        <w:tc>
          <w:tcPr>
            <w:tcW w:w="1681" w:type="dxa"/>
          </w:tcPr>
          <w:p w:rsidRPr="009C54AE" w:rsidR="00791663" w:rsidP="00791663" w:rsidRDefault="00791663" w14:paraId="2C479F8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9C54AE" w:rsidR="00791663" w:rsidP="00791663" w:rsidRDefault="00791663" w14:paraId="52BF2F1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zasady prawa autorskiego</w:t>
            </w:r>
          </w:p>
        </w:tc>
        <w:tc>
          <w:tcPr>
            <w:tcW w:w="1865" w:type="dxa"/>
          </w:tcPr>
          <w:p w:rsidRPr="009C54AE" w:rsidR="00791663" w:rsidP="00791663" w:rsidRDefault="00791663" w14:paraId="0B7D8E26" w14:textId="3FD8B0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D8501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Pr="009C54AE" w:rsidR="00791663" w:rsidTr="004850B0" w14:paraId="2AC1A153" w14:textId="77777777">
        <w:tc>
          <w:tcPr>
            <w:tcW w:w="1681" w:type="dxa"/>
          </w:tcPr>
          <w:p w:rsidRPr="009C54AE" w:rsidR="00791663" w:rsidP="00791663" w:rsidRDefault="00791663" w14:paraId="553D2A2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9C54AE" w:rsidR="00791663" w:rsidP="00791663" w:rsidRDefault="00791663" w14:paraId="268811D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Analizuje, wyjaśnia, prognozuje zjawiska i procesy społeczne z zakresu pracy socjalnej i pomocy społecznej</w:t>
            </w:r>
            <w:r w:rsidR="000E1FAD">
              <w:rPr>
                <w:rFonts w:ascii="Corbel" w:hAnsi="Corbel"/>
                <w:b w:val="0"/>
                <w:smallCaps w:val="0"/>
                <w:szCs w:val="24"/>
              </w:rPr>
              <w:t xml:space="preserve"> wykorzystując przy tym metody i narzędzia stosowane w obszarze pracy socjalnej </w:t>
            </w:r>
          </w:p>
        </w:tc>
        <w:tc>
          <w:tcPr>
            <w:tcW w:w="1865" w:type="dxa"/>
          </w:tcPr>
          <w:p w:rsidRPr="009C54AE" w:rsidR="00791663" w:rsidP="000E1FAD" w:rsidRDefault="00791663" w14:paraId="4D21F50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E1FA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Pr="009C54AE" w:rsidR="00791663" w:rsidTr="004850B0" w14:paraId="248809B2" w14:textId="77777777">
        <w:tc>
          <w:tcPr>
            <w:tcW w:w="1681" w:type="dxa"/>
          </w:tcPr>
          <w:p w:rsidRPr="009C54AE" w:rsidR="00791663" w:rsidP="00791663" w:rsidRDefault="00791663" w14:paraId="6156C53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791663" w:rsidP="00791663" w:rsidRDefault="00791663" w14:paraId="58D7D30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przygotowuje pisemną pracę dyplomową w zakresie pracy socjalnej z oparciu o literaturę przedmiotu i źródła danych</w:t>
            </w:r>
          </w:p>
        </w:tc>
        <w:tc>
          <w:tcPr>
            <w:tcW w:w="1865" w:type="dxa"/>
          </w:tcPr>
          <w:p w:rsidR="00791663" w:rsidP="006C75E5" w:rsidRDefault="00791663" w14:paraId="6AC862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 w:rsidR="006C75E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Pr="009C54AE" w:rsidR="00791663" w:rsidTr="004850B0" w14:paraId="40FEAC16" w14:textId="77777777">
        <w:tc>
          <w:tcPr>
            <w:tcW w:w="1681" w:type="dxa"/>
          </w:tcPr>
          <w:p w:rsidRPr="009C54AE" w:rsidR="00791663" w:rsidP="00791663" w:rsidRDefault="00791663" w14:paraId="11E8C53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791663" w:rsidP="006C75E5" w:rsidRDefault="00791663" w14:paraId="29E2706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Sumiennie realizuje założony proje</w:t>
            </w:r>
            <w:r w:rsidR="00E42556">
              <w:rPr>
                <w:rFonts w:ascii="Corbel" w:hAnsi="Corbel"/>
                <w:b w:val="0"/>
                <w:smallCaps w:val="0"/>
                <w:szCs w:val="24"/>
              </w:rPr>
              <w:t>kt pracy dyplomowej</w:t>
            </w:r>
            <w:r w:rsidR="006C75E5">
              <w:rPr>
                <w:rFonts w:ascii="Corbel" w:hAnsi="Corbel"/>
                <w:b w:val="0"/>
                <w:smallCaps w:val="0"/>
                <w:szCs w:val="24"/>
              </w:rPr>
              <w:t xml:space="preserve"> (na rzecz i</w:t>
            </w:r>
            <w:r w:rsidR="002C69DF">
              <w:rPr>
                <w:rFonts w:ascii="Corbel" w:hAnsi="Corbel"/>
                <w:b w:val="0"/>
                <w:smallCaps w:val="0"/>
                <w:szCs w:val="24"/>
              </w:rPr>
              <w:t xml:space="preserve">nteresu publicznego) </w:t>
            </w:r>
            <w:r w:rsidR="00E42556">
              <w:rPr>
                <w:rFonts w:ascii="Corbel" w:hAnsi="Corbel"/>
                <w:b w:val="0"/>
                <w:smallCaps w:val="0"/>
                <w:szCs w:val="24"/>
              </w:rPr>
              <w:t>i bierze za niego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odpowiedzialność</w:t>
            </w:r>
          </w:p>
        </w:tc>
        <w:tc>
          <w:tcPr>
            <w:tcW w:w="1865" w:type="dxa"/>
          </w:tcPr>
          <w:p w:rsidR="00791663" w:rsidP="006C75E5" w:rsidRDefault="00791663" w14:paraId="6EFED3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6C75E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Pr="009C54AE" w:rsidR="00791663" w:rsidTr="004850B0" w14:paraId="7130F072" w14:textId="77777777">
        <w:tc>
          <w:tcPr>
            <w:tcW w:w="1681" w:type="dxa"/>
          </w:tcPr>
          <w:p w:rsidR="00791663" w:rsidP="00791663" w:rsidRDefault="00791663" w14:paraId="051CAF0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791663" w:rsidP="00791663" w:rsidRDefault="00791663" w14:paraId="3873234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i wyjaśnia różnorodne zjawiska i procesy społeczne z uwzględnieniem różnych koncepcji teoretycznych</w:t>
            </w:r>
            <w:r w:rsidR="002C69DF">
              <w:rPr>
                <w:rFonts w:ascii="Corbel" w:hAnsi="Corbel"/>
                <w:b w:val="0"/>
                <w:smallCaps w:val="0"/>
                <w:szCs w:val="24"/>
              </w:rPr>
              <w:t xml:space="preserve"> w celu diagnozowania, prognozowania i </w:t>
            </w:r>
            <w:r w:rsidR="00B55E9B">
              <w:rPr>
                <w:rFonts w:ascii="Corbel" w:hAnsi="Corbel"/>
                <w:b w:val="0"/>
                <w:smallCaps w:val="0"/>
                <w:szCs w:val="24"/>
              </w:rPr>
              <w:t xml:space="preserve">formułowania programów działań </w:t>
            </w:r>
          </w:p>
        </w:tc>
        <w:tc>
          <w:tcPr>
            <w:tcW w:w="1865" w:type="dxa"/>
          </w:tcPr>
          <w:p w:rsidR="00791663" w:rsidP="00B55E9B" w:rsidRDefault="00791663" w14:paraId="341DAAD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55E9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:rsidRPr="00E14157" w:rsidR="00E14157" w:rsidP="00E14157" w:rsidRDefault="00E14157" w14:paraId="7D853188" w14:textId="77777777">
      <w:pPr>
        <w:spacing w:line="240" w:lineRule="auto"/>
        <w:jc w:val="both"/>
        <w:rPr>
          <w:rFonts w:ascii="Corbel" w:hAnsi="Corbel" w:cs="Calibri"/>
          <w:color w:val="000000"/>
          <w:sz w:val="20"/>
          <w:szCs w:val="20"/>
        </w:rPr>
      </w:pPr>
    </w:p>
    <w:p w:rsidRPr="009C54AE" w:rsidR="0085747A" w:rsidP="009C54AE" w:rsidRDefault="00675843" w14:paraId="79CA32CD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5D0BE12D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2BCA5B2F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150112" w14:paraId="0D66F6D1" w14:textId="77777777">
        <w:tc>
          <w:tcPr>
            <w:tcW w:w="9520" w:type="dxa"/>
          </w:tcPr>
          <w:p w:rsidRPr="009C54AE" w:rsidR="0085747A" w:rsidP="009C54AE" w:rsidRDefault="0085747A" w14:paraId="0D18D9C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150112" w14:paraId="190D7868" w14:textId="77777777">
        <w:tc>
          <w:tcPr>
            <w:tcW w:w="9520" w:type="dxa"/>
          </w:tcPr>
          <w:p w:rsidRPr="009C54AE" w:rsidR="0085747A" w:rsidP="009C54AE" w:rsidRDefault="00671DB0" w14:paraId="421775C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Pr="009C54AE" w:rsidR="00EC1B76" w:rsidTr="00150112" w14:paraId="5038664A" w14:textId="77777777">
        <w:tc>
          <w:tcPr>
            <w:tcW w:w="9520" w:type="dxa"/>
          </w:tcPr>
          <w:p w:rsidR="00EC1B76" w:rsidP="009C54AE" w:rsidRDefault="00EC1B76" w14:paraId="34D0FAF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EC1B76" w:rsidTr="00150112" w14:paraId="3AE2A770" w14:textId="77777777">
        <w:tc>
          <w:tcPr>
            <w:tcW w:w="9520" w:type="dxa"/>
          </w:tcPr>
          <w:p w:rsidR="00EC1B76" w:rsidP="009C54AE" w:rsidRDefault="00EC1B76" w14:paraId="1EB9043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P="009C54AE" w:rsidRDefault="0085747A" w14:paraId="243E532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EC1B76" w:rsidP="009C54AE" w:rsidRDefault="00EC1B76" w14:paraId="06089C0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EC1B76" w:rsidP="009C54AE" w:rsidRDefault="00EC1B76" w14:paraId="13561CA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EC1B76" w:rsidP="009C54AE" w:rsidRDefault="00EC1B76" w14:paraId="6996B67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EC1B76" w:rsidP="009C54AE" w:rsidRDefault="00EC1B76" w14:paraId="55E2039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B55E9B" w:rsidR="0085747A" w:rsidP="00B55E9B" w:rsidRDefault="0085747A" w14:paraId="5AB078F8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150112" w14:paraId="6D10DBB6" w14:textId="77777777">
        <w:tc>
          <w:tcPr>
            <w:tcW w:w="9520" w:type="dxa"/>
          </w:tcPr>
          <w:p w:rsidRPr="009C54AE" w:rsidR="0085747A" w:rsidP="009C54AE" w:rsidRDefault="0085747A" w14:paraId="3F1D9604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791663" w:rsidTr="00150112" w14:paraId="69043F66" w14:textId="77777777">
        <w:tc>
          <w:tcPr>
            <w:tcW w:w="9520" w:type="dxa"/>
          </w:tcPr>
          <w:p w:rsidRPr="00747B67" w:rsidR="00791663" w:rsidP="00791663" w:rsidRDefault="00791663" w14:paraId="3AC9C12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t>Samodzielność autorstwa pracy dyplomowej a problem plagiatu</w:t>
            </w:r>
          </w:p>
        </w:tc>
      </w:tr>
      <w:tr w:rsidRPr="009C54AE" w:rsidR="00791663" w:rsidTr="004658AC" w14:paraId="3AB90371" w14:textId="77777777">
        <w:tc>
          <w:tcPr>
            <w:tcW w:w="9520" w:type="dxa"/>
          </w:tcPr>
          <w:p w:rsidRPr="00747B67" w:rsidR="00791663" w:rsidP="00791663" w:rsidRDefault="00791663" w14:paraId="63010F6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t>Wymogi formalne przygotowywanych prac dyplomowych</w:t>
            </w:r>
          </w:p>
        </w:tc>
      </w:tr>
      <w:tr w:rsidRPr="009C54AE" w:rsidR="00791663" w:rsidTr="00150112" w14:paraId="4C680AD3" w14:textId="77777777">
        <w:tc>
          <w:tcPr>
            <w:tcW w:w="9520" w:type="dxa"/>
          </w:tcPr>
          <w:p w:rsidRPr="00747B67" w:rsidR="00791663" w:rsidP="00791663" w:rsidRDefault="00791663" w14:paraId="66C5C6C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t>Zasady cytacji, narracji i odwołania do literatury i materiałów źródłowych</w:t>
            </w:r>
          </w:p>
        </w:tc>
      </w:tr>
      <w:tr w:rsidRPr="009C54AE" w:rsidR="00791663" w:rsidTr="00150112" w14:paraId="5703C720" w14:textId="77777777">
        <w:tc>
          <w:tcPr>
            <w:tcW w:w="9520" w:type="dxa"/>
          </w:tcPr>
          <w:p w:rsidRPr="00747B67" w:rsidR="00791663" w:rsidP="00791663" w:rsidRDefault="00791663" w14:paraId="4E741984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t>Technika sporządzania przypisów i noty bibliograficznej</w:t>
            </w:r>
          </w:p>
        </w:tc>
      </w:tr>
      <w:tr w:rsidRPr="009C54AE" w:rsidR="00791663" w:rsidTr="00150112" w14:paraId="261E1D6D" w14:textId="77777777">
        <w:tc>
          <w:tcPr>
            <w:tcW w:w="9520" w:type="dxa"/>
          </w:tcPr>
          <w:p w:rsidRPr="00747B67" w:rsidR="00791663" w:rsidP="00791663" w:rsidRDefault="00791663" w14:paraId="46FAFF3A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t>Konceptualizacja problemu badawczego i formułowanie problemów pracy dyplomowej. Struktura pracy dyplomowej</w:t>
            </w:r>
          </w:p>
        </w:tc>
      </w:tr>
      <w:tr w:rsidRPr="009C54AE" w:rsidR="00791663" w:rsidTr="00150112" w14:paraId="14BF9DDF" w14:textId="77777777">
        <w:tc>
          <w:tcPr>
            <w:tcW w:w="9520" w:type="dxa"/>
          </w:tcPr>
          <w:p w:rsidRPr="00747B67" w:rsidR="00791663" w:rsidP="00791663" w:rsidRDefault="00791663" w14:paraId="6C5BB1C4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t>Zasady doboru i gromadzenia literatury przedmiotu, danych i materiałów źródłowych</w:t>
            </w:r>
          </w:p>
        </w:tc>
      </w:tr>
      <w:tr w:rsidRPr="009C54AE" w:rsidR="00791663" w:rsidTr="00150112" w14:paraId="3ADA539D" w14:textId="77777777">
        <w:tc>
          <w:tcPr>
            <w:tcW w:w="9520" w:type="dxa"/>
          </w:tcPr>
          <w:p w:rsidRPr="00747B67" w:rsidR="00791663" w:rsidP="00791663" w:rsidRDefault="00791663" w14:paraId="16183C9F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t>Analiza i synteza treści literatury przedmiotu</w:t>
            </w:r>
          </w:p>
        </w:tc>
      </w:tr>
      <w:tr w:rsidRPr="009C54AE" w:rsidR="00791663" w:rsidTr="00150112" w14:paraId="2D970239" w14:textId="77777777">
        <w:tc>
          <w:tcPr>
            <w:tcW w:w="9520" w:type="dxa"/>
          </w:tcPr>
          <w:p w:rsidRPr="00747B67" w:rsidR="00791663" w:rsidP="00791663" w:rsidRDefault="00791663" w14:paraId="64C67C2F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t>Podstawowe metody i techniki badań w naukach społecznych</w:t>
            </w:r>
          </w:p>
        </w:tc>
      </w:tr>
      <w:tr w:rsidRPr="009C54AE" w:rsidR="00791663" w:rsidTr="00150112" w14:paraId="63540357" w14:textId="77777777">
        <w:tc>
          <w:tcPr>
            <w:tcW w:w="9520" w:type="dxa"/>
          </w:tcPr>
          <w:p w:rsidRPr="00747B67" w:rsidR="00791663" w:rsidP="00791663" w:rsidRDefault="00791663" w14:paraId="153D14CF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t>Techniki analizy danych źródłowych</w:t>
            </w:r>
          </w:p>
        </w:tc>
      </w:tr>
      <w:tr w:rsidRPr="009C54AE" w:rsidR="00791663" w:rsidTr="00150112" w14:paraId="10DF79FA" w14:textId="77777777">
        <w:tc>
          <w:tcPr>
            <w:tcW w:w="9520" w:type="dxa"/>
          </w:tcPr>
          <w:p w:rsidRPr="00747B67" w:rsidR="00791663" w:rsidP="00791663" w:rsidRDefault="00791663" w14:paraId="29111F03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t>Opracowanie i prezentacja graficzna danych empirycznych</w:t>
            </w:r>
          </w:p>
        </w:tc>
      </w:tr>
      <w:tr w:rsidRPr="009C54AE" w:rsidR="00791663" w:rsidTr="00150112" w14:paraId="749A12C6" w14:textId="77777777">
        <w:tc>
          <w:tcPr>
            <w:tcW w:w="9520" w:type="dxa"/>
          </w:tcPr>
          <w:p w:rsidRPr="00747B67" w:rsidR="00791663" w:rsidP="00791663" w:rsidRDefault="00791663" w14:paraId="68573506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t>Rodzaje i metody analizy danych empirycznych</w:t>
            </w:r>
          </w:p>
        </w:tc>
      </w:tr>
      <w:tr w:rsidRPr="009C54AE" w:rsidR="00791663" w:rsidTr="00150112" w14:paraId="086B12F7" w14:textId="77777777">
        <w:tc>
          <w:tcPr>
            <w:tcW w:w="9520" w:type="dxa"/>
          </w:tcPr>
          <w:p w:rsidRPr="00747B67" w:rsidR="00791663" w:rsidP="00791663" w:rsidRDefault="00791663" w14:paraId="55CF2FD6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t>Wnioskowanie i uogólnienia na podstawie danych empirycznych (własnych i zastanych)</w:t>
            </w:r>
          </w:p>
        </w:tc>
      </w:tr>
    </w:tbl>
    <w:p w:rsidRPr="009C54AE" w:rsidR="0085747A" w:rsidP="009C54AE" w:rsidRDefault="0085747A" w14:paraId="0EC348A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74C5F31F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690CD3A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47B67" w:rsidR="00791663" w:rsidP="00791663" w:rsidRDefault="00C578B5" w14:paraId="2C20EDB6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konwersatoryjny, prezentacja multimedialna, a</w:t>
      </w:r>
      <w:r w:rsidR="00791663">
        <w:rPr>
          <w:rFonts w:ascii="Corbel" w:hAnsi="Corbel"/>
          <w:b w:val="0"/>
          <w:smallCaps w:val="0"/>
          <w:szCs w:val="24"/>
        </w:rPr>
        <w:t xml:space="preserve">naliza tekstów z dyskusją, </w:t>
      </w:r>
      <w:r>
        <w:rPr>
          <w:rFonts w:ascii="Corbel" w:hAnsi="Corbel"/>
          <w:b w:val="0"/>
          <w:smallCaps w:val="0"/>
          <w:szCs w:val="24"/>
        </w:rPr>
        <w:t xml:space="preserve">dyskusje problemowe, </w:t>
      </w:r>
      <w:r w:rsidR="00791663">
        <w:rPr>
          <w:rFonts w:ascii="Corbel" w:hAnsi="Corbel"/>
          <w:b w:val="0"/>
          <w:smallCaps w:val="0"/>
          <w:szCs w:val="24"/>
        </w:rPr>
        <w:t>konsultacje indywidualne.</w:t>
      </w:r>
    </w:p>
    <w:p w:rsidR="00AD1D2E" w:rsidP="009C54AE" w:rsidRDefault="00AD1D2E" w14:paraId="064C278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C61DC5" w14:paraId="32941EC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76EC5B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6FA3C12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78355CD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112634" w14:paraId="395BE241" w14:textId="77777777">
        <w:tc>
          <w:tcPr>
            <w:tcW w:w="1962" w:type="dxa"/>
            <w:vAlign w:val="center"/>
          </w:tcPr>
          <w:p w:rsidRPr="009C54AE" w:rsidR="0085747A" w:rsidP="009C54AE" w:rsidRDefault="0071620A" w14:paraId="3236969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B55E9B" w:rsidR="0085747A" w:rsidP="00B55E9B" w:rsidRDefault="00F974DA" w14:paraId="733B0E0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E9B">
              <w:rPr>
                <w:rFonts w:ascii="Corbel" w:hAnsi="Corbel"/>
                <w:sz w:val="24"/>
                <w:szCs w:val="24"/>
              </w:rPr>
              <w:t>Metody oceny efektów uczenia się</w:t>
            </w:r>
          </w:p>
          <w:p w:rsidRPr="00B55E9B" w:rsidR="0085747A" w:rsidP="00B55E9B" w:rsidRDefault="009F4610" w14:paraId="3B95AB6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E9B">
              <w:rPr>
                <w:rFonts w:ascii="Corbel" w:hAnsi="Corbel"/>
                <w:sz w:val="24"/>
                <w:szCs w:val="24"/>
              </w:rPr>
              <w:t>(</w:t>
            </w:r>
            <w:r w:rsidRPr="00B55E9B" w:rsidR="0085747A">
              <w:rPr>
                <w:rFonts w:ascii="Corbel" w:hAnsi="Corbel"/>
                <w:sz w:val="24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B55E9B" w:rsidR="00923D7D" w:rsidP="00B55E9B" w:rsidRDefault="0085747A" w14:paraId="77DCB93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E9B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:rsidRPr="00B55E9B" w:rsidR="0085747A" w:rsidP="00B55E9B" w:rsidRDefault="0085747A" w14:paraId="69BAABC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E9B">
              <w:rPr>
                <w:rFonts w:ascii="Corbel" w:hAnsi="Corbel"/>
                <w:sz w:val="24"/>
                <w:szCs w:val="24"/>
              </w:rPr>
              <w:t>(w, ćw, …)</w:t>
            </w:r>
          </w:p>
        </w:tc>
      </w:tr>
      <w:tr w:rsidRPr="009C54AE" w:rsidR="00493977" w:rsidTr="00112634" w14:paraId="775A1C9D" w14:textId="77777777">
        <w:tc>
          <w:tcPr>
            <w:tcW w:w="1962" w:type="dxa"/>
          </w:tcPr>
          <w:p w:rsidRPr="009C54AE" w:rsidR="00493977" w:rsidP="00493977" w:rsidRDefault="00493977" w14:paraId="1503BA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9020E7" w:rsidR="00493977" w:rsidP="00B55E9B" w:rsidRDefault="00E42556" w14:paraId="4B28906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60B8">
              <w:rPr>
                <w:rFonts w:ascii="Corbel" w:hAnsi="Corbel"/>
                <w:sz w:val="24"/>
                <w:szCs w:val="24"/>
              </w:rPr>
              <w:t>udział w dyskusji, indywidualne konsultacje</w:t>
            </w:r>
          </w:p>
        </w:tc>
        <w:tc>
          <w:tcPr>
            <w:tcW w:w="2117" w:type="dxa"/>
          </w:tcPr>
          <w:p w:rsidRPr="009020E7" w:rsidR="00493977" w:rsidP="00B55E9B" w:rsidRDefault="00B55E9B" w14:paraId="6E380D1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Seminarium </w:t>
            </w:r>
          </w:p>
        </w:tc>
      </w:tr>
      <w:tr w:rsidRPr="009C54AE" w:rsidR="00B55E9B" w:rsidTr="00112634" w14:paraId="335A0B40" w14:textId="77777777">
        <w:tc>
          <w:tcPr>
            <w:tcW w:w="1962" w:type="dxa"/>
          </w:tcPr>
          <w:p w:rsidRPr="009C54AE" w:rsidR="00B55E9B" w:rsidP="00E42556" w:rsidRDefault="00B55E9B" w14:paraId="5708B25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Pr="004960B8" w:rsidR="00B55E9B" w:rsidP="00B55E9B" w:rsidRDefault="00B55E9B" w14:paraId="03AE7E7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60B8">
              <w:rPr>
                <w:rFonts w:ascii="Corbel" w:hAnsi="Corbel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sz w:val="24"/>
                <w:szCs w:val="24"/>
              </w:rPr>
              <w:t xml:space="preserve">udział w dyskusji </w:t>
            </w:r>
          </w:p>
        </w:tc>
        <w:tc>
          <w:tcPr>
            <w:tcW w:w="2117" w:type="dxa"/>
          </w:tcPr>
          <w:p w:rsidRPr="00B55E9B" w:rsidR="00B55E9B" w:rsidP="00B55E9B" w:rsidRDefault="00B55E9B" w14:paraId="583639F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D55">
              <w:rPr>
                <w:rFonts w:ascii="Corbel" w:hAnsi="Corbel"/>
                <w:sz w:val="24"/>
                <w:szCs w:val="24"/>
              </w:rPr>
              <w:t xml:space="preserve">Seminarium </w:t>
            </w:r>
          </w:p>
        </w:tc>
      </w:tr>
      <w:tr w:rsidRPr="009C54AE" w:rsidR="00B55E9B" w:rsidTr="00112634" w14:paraId="06CF597E" w14:textId="77777777">
        <w:tc>
          <w:tcPr>
            <w:tcW w:w="1962" w:type="dxa"/>
          </w:tcPr>
          <w:p w:rsidRPr="009C54AE" w:rsidR="00B55E9B" w:rsidP="00E42556" w:rsidRDefault="00B55E9B" w14:paraId="206E664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Pr="004960B8" w:rsidR="00B55E9B" w:rsidP="00B55E9B" w:rsidRDefault="00B55E9B" w14:paraId="465664F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60B8">
              <w:rPr>
                <w:rFonts w:ascii="Corbel" w:hAnsi="Corbel"/>
                <w:sz w:val="24"/>
                <w:szCs w:val="24"/>
              </w:rPr>
              <w:t>udział w dyskusji, indywidualne konsultacje</w:t>
            </w:r>
          </w:p>
        </w:tc>
        <w:tc>
          <w:tcPr>
            <w:tcW w:w="2117" w:type="dxa"/>
          </w:tcPr>
          <w:p w:rsidRPr="00B55E9B" w:rsidR="00B55E9B" w:rsidP="00B55E9B" w:rsidRDefault="00B55E9B" w14:paraId="7B6C5A4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D55">
              <w:rPr>
                <w:rFonts w:ascii="Corbel" w:hAnsi="Corbel"/>
                <w:sz w:val="24"/>
                <w:szCs w:val="24"/>
              </w:rPr>
              <w:t xml:space="preserve">Seminarium </w:t>
            </w:r>
          </w:p>
        </w:tc>
      </w:tr>
      <w:tr w:rsidRPr="009C54AE" w:rsidR="00B55E9B" w:rsidTr="00112634" w14:paraId="6C5D4BA4" w14:textId="77777777">
        <w:tc>
          <w:tcPr>
            <w:tcW w:w="1962" w:type="dxa"/>
          </w:tcPr>
          <w:p w:rsidRPr="009C54AE" w:rsidR="00B55E9B" w:rsidP="00E42556" w:rsidRDefault="00B55E9B" w14:paraId="5BA8DD3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Pr="004960B8" w:rsidR="00B55E9B" w:rsidP="00B55E9B" w:rsidRDefault="00B55E9B" w14:paraId="783B416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60B8">
              <w:rPr>
                <w:rFonts w:ascii="Corbel" w:hAnsi="Corbel"/>
                <w:sz w:val="24"/>
                <w:szCs w:val="24"/>
              </w:rPr>
              <w:t>indywidualne konsultacje</w:t>
            </w:r>
          </w:p>
        </w:tc>
        <w:tc>
          <w:tcPr>
            <w:tcW w:w="2117" w:type="dxa"/>
          </w:tcPr>
          <w:p w:rsidRPr="00B55E9B" w:rsidR="00B55E9B" w:rsidP="00B55E9B" w:rsidRDefault="00B55E9B" w14:paraId="1449C02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D55">
              <w:rPr>
                <w:rFonts w:ascii="Corbel" w:hAnsi="Corbel"/>
                <w:sz w:val="24"/>
                <w:szCs w:val="24"/>
              </w:rPr>
              <w:t xml:space="preserve">Seminarium </w:t>
            </w:r>
          </w:p>
        </w:tc>
      </w:tr>
      <w:tr w:rsidRPr="009C54AE" w:rsidR="00B55E9B" w:rsidTr="00112634" w14:paraId="3D9B4756" w14:textId="77777777">
        <w:tc>
          <w:tcPr>
            <w:tcW w:w="1962" w:type="dxa"/>
          </w:tcPr>
          <w:p w:rsidRPr="009C54AE" w:rsidR="00B55E9B" w:rsidP="00E42556" w:rsidRDefault="00B55E9B" w14:paraId="522BCA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:rsidRPr="004960B8" w:rsidR="00B55E9B" w:rsidP="00B55E9B" w:rsidRDefault="00B55E9B" w14:paraId="7508C29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60B8">
              <w:rPr>
                <w:rFonts w:ascii="Corbel" w:hAnsi="Corbel"/>
                <w:sz w:val="24"/>
                <w:szCs w:val="24"/>
              </w:rPr>
              <w:t>indywidualne konsultacje</w:t>
            </w:r>
          </w:p>
        </w:tc>
        <w:tc>
          <w:tcPr>
            <w:tcW w:w="2117" w:type="dxa"/>
          </w:tcPr>
          <w:p w:rsidRPr="00B55E9B" w:rsidR="00B55E9B" w:rsidP="00B55E9B" w:rsidRDefault="00B55E9B" w14:paraId="6C1D5D9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D55">
              <w:rPr>
                <w:rFonts w:ascii="Corbel" w:hAnsi="Corbel"/>
                <w:sz w:val="24"/>
                <w:szCs w:val="24"/>
              </w:rPr>
              <w:t xml:space="preserve">Seminarium </w:t>
            </w:r>
          </w:p>
        </w:tc>
      </w:tr>
      <w:tr w:rsidRPr="009C54AE" w:rsidR="00B55E9B" w:rsidTr="00112634" w14:paraId="1A9F0E72" w14:textId="77777777">
        <w:tc>
          <w:tcPr>
            <w:tcW w:w="1962" w:type="dxa"/>
          </w:tcPr>
          <w:p w:rsidR="00B55E9B" w:rsidP="00E42556" w:rsidRDefault="00B55E9B" w14:paraId="090C88F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Pr="004960B8" w:rsidR="00B55E9B" w:rsidP="00B55E9B" w:rsidRDefault="00B55E9B" w14:paraId="40EFDDC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60B8">
              <w:rPr>
                <w:rFonts w:ascii="Corbel" w:hAnsi="Corbel"/>
                <w:sz w:val="24"/>
                <w:szCs w:val="24"/>
              </w:rPr>
              <w:t>udział w dyskusji, indywidualne konsultacje</w:t>
            </w:r>
          </w:p>
        </w:tc>
        <w:tc>
          <w:tcPr>
            <w:tcW w:w="2117" w:type="dxa"/>
          </w:tcPr>
          <w:p w:rsidRPr="00B55E9B" w:rsidR="00B55E9B" w:rsidP="00B55E9B" w:rsidRDefault="00B55E9B" w14:paraId="4D1ADD0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D55">
              <w:rPr>
                <w:rFonts w:ascii="Corbel" w:hAnsi="Corbel"/>
                <w:sz w:val="24"/>
                <w:szCs w:val="24"/>
              </w:rPr>
              <w:t xml:space="preserve">Seminarium </w:t>
            </w:r>
          </w:p>
        </w:tc>
      </w:tr>
    </w:tbl>
    <w:p w:rsidRPr="009C54AE" w:rsidR="00923D7D" w:rsidP="009C54AE" w:rsidRDefault="00923D7D" w14:paraId="62F9F34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29F67F5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07F642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493977" w:rsidTr="00493977" w14:paraId="4DFDD4A2" w14:textId="77777777">
        <w:tc>
          <w:tcPr>
            <w:tcW w:w="9520" w:type="dxa"/>
          </w:tcPr>
          <w:p w:rsidR="00E42556" w:rsidP="00E42556" w:rsidRDefault="00E42556" w14:paraId="6231ED3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w semestrze V (zimowym) – jest samodzielne opracowanie i przedstawienie przez studenta projektu pracy dyplomowej, w tym tematu i planu pracy oraz głównej koncepcji pracy.</w:t>
            </w:r>
          </w:p>
          <w:p w:rsidRPr="00FA050C" w:rsidR="00493977" w:rsidP="00EC1B76" w:rsidRDefault="00E42556" w14:paraId="3065D73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w semestrze VI – jest samodzielne napisanie przez studenta pracy dyplomowej i złożenie jej do oceny merytorycznej promotora. Przed uzyskaniem zaliczenia z przedmiotu, praca musi być zatwierdzona przez promotora.</w:t>
            </w:r>
          </w:p>
        </w:tc>
      </w:tr>
    </w:tbl>
    <w:p w:rsidR="00671DB0" w:rsidP="00EC1B76" w:rsidRDefault="00671DB0" w14:paraId="1DD33687" w14:textId="77777777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:rsidR="00EC1B76" w:rsidP="00EC1B76" w:rsidRDefault="00EC1B76" w14:paraId="4ADF8D31" w14:textId="77777777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:rsidR="00EC1B76" w:rsidP="00EC1B76" w:rsidRDefault="00EC1B76" w14:paraId="7D387AD2" w14:textId="77777777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:rsidRPr="00EC1B76" w:rsidR="0085747A" w:rsidP="00EC1B76" w:rsidRDefault="0085747A" w14:paraId="7ACCCB5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F63E0E" w14:paraId="0910C5F2" w14:textId="77777777">
        <w:tc>
          <w:tcPr>
            <w:tcW w:w="4902" w:type="dxa"/>
            <w:vAlign w:val="center"/>
          </w:tcPr>
          <w:p w:rsidRPr="009C54AE" w:rsidR="0085747A" w:rsidP="009C54AE" w:rsidRDefault="00C61DC5" w14:paraId="1DA0B42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9C54AE" w:rsidR="0085747A" w:rsidP="009C54AE" w:rsidRDefault="00C61DC5" w14:paraId="392CDC6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E42556" w:rsidTr="00F63E0E" w14:paraId="0B20CD6F" w14:textId="77777777">
        <w:tc>
          <w:tcPr>
            <w:tcW w:w="4902" w:type="dxa"/>
          </w:tcPr>
          <w:p w:rsidRPr="009C54AE" w:rsidR="00E42556" w:rsidP="00E42556" w:rsidRDefault="00E42556" w14:paraId="63869CE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Pr="009C54AE" w:rsidR="00E42556" w:rsidP="00E42556" w:rsidRDefault="00E42556" w14:paraId="3E3ED29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9C54AE" w:rsidR="00E42556" w:rsidTr="00F63E0E" w14:paraId="7AF14454" w14:textId="77777777">
        <w:tc>
          <w:tcPr>
            <w:tcW w:w="4902" w:type="dxa"/>
          </w:tcPr>
          <w:p w:rsidRPr="009C54AE" w:rsidR="00E42556" w:rsidP="00E42556" w:rsidRDefault="00E42556" w14:paraId="0475DD1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E42556" w:rsidP="00E42556" w:rsidRDefault="00E42556" w14:paraId="38B0677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w kolokwium końcowym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:rsidRPr="009C54AE" w:rsidR="00E42556" w:rsidP="00E42556" w:rsidRDefault="00E42556" w14:paraId="627D45F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E42556" w:rsidTr="00F63E0E" w14:paraId="745CE781" w14:textId="77777777">
        <w:tc>
          <w:tcPr>
            <w:tcW w:w="4902" w:type="dxa"/>
          </w:tcPr>
          <w:p w:rsidRPr="009C54AE" w:rsidR="00E42556" w:rsidP="00E42556" w:rsidRDefault="00E42556" w14:paraId="14D74E8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>
              <w:rPr>
                <w:rFonts w:ascii="Corbel" w:hAnsi="Corbel"/>
                <w:sz w:val="24"/>
                <w:szCs w:val="24"/>
              </w:rPr>
              <w:t xml:space="preserve">zapoznanie się z literaturą, </w:t>
            </w:r>
            <w:r w:rsidRPr="009C54AE">
              <w:rPr>
                <w:rFonts w:ascii="Corbel" w:hAnsi="Corbel"/>
                <w:sz w:val="24"/>
                <w:szCs w:val="24"/>
              </w:rPr>
              <w:t>przygotowanie</w:t>
            </w:r>
            <w:r>
              <w:rPr>
                <w:rFonts w:ascii="Corbel" w:hAnsi="Corbel"/>
                <w:sz w:val="24"/>
                <w:szCs w:val="24"/>
              </w:rPr>
              <w:t xml:space="preserve"> i napisanie pracy dyplomowej).</w:t>
            </w:r>
          </w:p>
        </w:tc>
        <w:tc>
          <w:tcPr>
            <w:tcW w:w="4618" w:type="dxa"/>
          </w:tcPr>
          <w:p w:rsidRPr="009C54AE" w:rsidR="00E42556" w:rsidP="00E42556" w:rsidRDefault="00EC1B76" w14:paraId="22ECE01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Pr="009C54AE" w:rsidR="00E42556" w:rsidTr="00F63E0E" w14:paraId="3E3F2430" w14:textId="77777777">
        <w:tc>
          <w:tcPr>
            <w:tcW w:w="4902" w:type="dxa"/>
          </w:tcPr>
          <w:p w:rsidRPr="009C54AE" w:rsidR="00E42556" w:rsidP="00E42556" w:rsidRDefault="00E42556" w14:paraId="2B2A3F5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9C54AE" w:rsidR="00E42556" w:rsidP="00E42556" w:rsidRDefault="00EC1B76" w14:paraId="0ECBDF3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  <w:r w:rsidR="00E4255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E42556" w:rsidTr="00F63E0E" w14:paraId="69B5FB0C" w14:textId="77777777">
        <w:tc>
          <w:tcPr>
            <w:tcW w:w="4902" w:type="dxa"/>
          </w:tcPr>
          <w:p w:rsidRPr="009C54AE" w:rsidR="00E42556" w:rsidP="00E42556" w:rsidRDefault="00E42556" w14:paraId="175C0BC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5D01E8" w:rsidR="00E42556" w:rsidP="00E42556" w:rsidRDefault="00E42556" w14:paraId="413D5A1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D01E8">
              <w:rPr>
                <w:rFonts w:ascii="Corbel" w:hAnsi="Corbel"/>
                <w:b/>
                <w:sz w:val="24"/>
                <w:szCs w:val="24"/>
              </w:rPr>
              <w:t>10</w:t>
            </w:r>
          </w:p>
        </w:tc>
      </w:tr>
    </w:tbl>
    <w:p w:rsidRPr="00C15E86" w:rsidR="003E1941" w:rsidP="00C15E86" w:rsidRDefault="00923D7D" w14:paraId="056CDB46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85747A" w:rsidP="009C54AE" w:rsidRDefault="0071620A" w14:paraId="3C24ACB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66031A0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13B3F4A5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200B9E0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671DB0" w14:paraId="78BA073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71620A" w14:paraId="1AC6012A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79BD16C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671DB0" w14:paraId="6620FE3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3927790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3A5AFA6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4F451AB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P="00AD60ED" w:rsidRDefault="0085747A" w14:paraId="75A747E3" w14:textId="77777777">
      <w:pPr>
        <w:pStyle w:val="Punktygwne"/>
        <w:spacing w:before="0" w:after="0"/>
        <w:ind w:left="357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46"/>
      </w:tblGrid>
      <w:tr w:rsidRPr="004D49BE" w:rsidR="007D27DE" w:rsidTr="00402EBB" w14:paraId="6D779338" w14:textId="77777777">
        <w:trPr>
          <w:trHeight w:val="397"/>
        </w:trPr>
        <w:tc>
          <w:tcPr>
            <w:tcW w:w="9498" w:type="dxa"/>
          </w:tcPr>
          <w:p w:rsidR="007D27DE" w:rsidP="00402EBB" w:rsidRDefault="007D27DE" w14:paraId="69046D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D27DE" w:rsidP="00402EBB" w:rsidRDefault="007D27DE" w14:paraId="69E1D04D" w14:textId="77777777">
            <w:pPr>
              <w:spacing w:after="0" w:line="240" w:lineRule="auto"/>
              <w:ind w:left="601" w:hanging="601"/>
              <w:jc w:val="both"/>
              <w:rPr>
                <w:rFonts w:ascii="Corbel" w:hAnsi="Corbel" w:cs="Arial"/>
                <w:sz w:val="24"/>
                <w:szCs w:val="24"/>
                <w:lang w:eastAsia="pl-PL"/>
              </w:rPr>
            </w:pPr>
            <w:r w:rsidRPr="004D49BE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Stoczewska, B. (2014). </w:t>
            </w:r>
            <w:r w:rsidRPr="004D49BE">
              <w:rPr>
                <w:rFonts w:ascii="Corbel" w:hAnsi="Corbel" w:cs="Arial"/>
                <w:i/>
                <w:sz w:val="24"/>
                <w:szCs w:val="24"/>
                <w:lang w:eastAsia="pl-PL"/>
              </w:rPr>
              <w:t xml:space="preserve">Jak pisać pracę licencjacką lub magisterską </w:t>
            </w:r>
            <w:r w:rsidRPr="004D49BE">
              <w:rPr>
                <w:rFonts w:ascii="Corbel" w:hAnsi="Corbel" w:cs="Arial"/>
                <w:sz w:val="24"/>
                <w:szCs w:val="24"/>
                <w:lang w:eastAsia="pl-PL"/>
              </w:rPr>
              <w:t>(wyd. 5). Kraków: Akademia Frycza Modrzewskiego.</w:t>
            </w:r>
          </w:p>
          <w:p w:rsidR="007D27DE" w:rsidP="00402EBB" w:rsidRDefault="007D27DE" w14:paraId="1701160F" w14:textId="77777777">
            <w:pPr>
              <w:spacing w:after="0" w:line="240" w:lineRule="auto"/>
              <w:ind w:left="601" w:hanging="601"/>
              <w:jc w:val="both"/>
              <w:rPr>
                <w:rFonts w:ascii="Corbel" w:hAnsi="Corbel" w:cs="Arial"/>
                <w:sz w:val="24"/>
                <w:szCs w:val="24"/>
                <w:lang w:eastAsia="pl-PL"/>
              </w:rPr>
            </w:pPr>
            <w:r w:rsidRPr="004D49BE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Witkowska-Paleń, A. (2019). </w:t>
            </w:r>
            <w:r w:rsidRPr="004D49BE">
              <w:rPr>
                <w:rFonts w:ascii="Corbel" w:hAnsi="Corbel" w:cs="Arial"/>
                <w:i/>
                <w:sz w:val="24"/>
                <w:szCs w:val="24"/>
                <w:lang w:eastAsia="pl-PL"/>
              </w:rPr>
              <w:t>Przewodnik dla piszących prace licencjackie</w:t>
            </w:r>
            <w:r w:rsidRPr="004D49BE">
              <w:rPr>
                <w:rFonts w:ascii="Corbel" w:hAnsi="Corbel" w:cs="Arial"/>
                <w:sz w:val="24"/>
                <w:szCs w:val="24"/>
                <w:lang w:eastAsia="pl-PL"/>
              </w:rPr>
              <w:t>.</w:t>
            </w:r>
            <w:r w:rsidRPr="004D49BE">
              <w:rPr>
                <w:rFonts w:ascii="Corbel" w:hAnsi="Corbel" w:cs="Arial"/>
                <w:i/>
                <w:sz w:val="24"/>
                <w:szCs w:val="24"/>
                <w:lang w:eastAsia="pl-PL"/>
              </w:rPr>
              <w:t xml:space="preserve"> S</w:t>
            </w:r>
            <w:r w:rsidRPr="004D49BE">
              <w:rPr>
                <w:rFonts w:ascii="Corbel" w:hAnsi="Corbel" w:cs="Arial"/>
                <w:sz w:val="24"/>
                <w:szCs w:val="24"/>
                <w:lang w:eastAsia="pl-PL"/>
              </w:rPr>
              <w:t>krypt dydaktyczny (w pdf).</w:t>
            </w:r>
          </w:p>
          <w:p w:rsidRPr="004D49BE" w:rsidR="007D27DE" w:rsidP="00402EBB" w:rsidRDefault="007D27DE" w14:paraId="1FB7E922" w14:textId="77777777">
            <w:pPr>
              <w:spacing w:after="0" w:line="240" w:lineRule="auto"/>
              <w:ind w:left="601" w:hanging="601"/>
              <w:jc w:val="both"/>
              <w:rPr>
                <w:rFonts w:ascii="Corbel" w:hAnsi="Corbel" w:cs="Arial"/>
                <w:sz w:val="24"/>
                <w:szCs w:val="24"/>
                <w:lang w:eastAsia="pl-PL"/>
              </w:rPr>
            </w:pPr>
            <w:r w:rsidRPr="004D49BE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Witkowska-Paleń, A. </w:t>
            </w:r>
            <w:r w:rsidRPr="004D49BE">
              <w:rPr>
                <w:rFonts w:ascii="Corbel" w:hAnsi="Corbel" w:cs="Arial"/>
                <w:i/>
                <w:sz w:val="24"/>
                <w:szCs w:val="24"/>
                <w:lang w:eastAsia="pl-PL"/>
              </w:rPr>
              <w:t xml:space="preserve">Samodzielność autorstwa pracy dyplomowej w świetle przepisów prawa </w:t>
            </w:r>
            <w:r w:rsidRPr="004D49BE">
              <w:rPr>
                <w:rFonts w:ascii="Corbel" w:hAnsi="Corbel" w:cs="Arial"/>
                <w:sz w:val="24"/>
                <w:szCs w:val="24"/>
                <w:lang w:eastAsia="pl-PL"/>
              </w:rPr>
              <w:t>(prezentacja multimedialna).</w:t>
            </w:r>
          </w:p>
        </w:tc>
      </w:tr>
      <w:tr w:rsidRPr="004D49BE" w:rsidR="007D27DE" w:rsidTr="00402EBB" w14:paraId="7407FBDC" w14:textId="77777777">
        <w:trPr>
          <w:trHeight w:val="397"/>
        </w:trPr>
        <w:tc>
          <w:tcPr>
            <w:tcW w:w="9498" w:type="dxa"/>
          </w:tcPr>
          <w:p w:rsidR="007D27DE" w:rsidP="00402EBB" w:rsidRDefault="007D27DE" w14:paraId="1F57AB5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D27DE" w:rsidP="00402EBB" w:rsidRDefault="007D27DE" w14:paraId="01548338" w14:textId="77777777">
            <w:pPr>
              <w:spacing w:after="0" w:line="240" w:lineRule="auto"/>
              <w:ind w:left="601" w:hanging="601"/>
              <w:rPr>
                <w:rFonts w:ascii="Corbel" w:hAnsi="Corbel" w:cs="Arial"/>
                <w:sz w:val="24"/>
                <w:szCs w:val="24"/>
                <w:lang w:eastAsia="pl-PL"/>
              </w:rPr>
            </w:pPr>
            <w:r w:rsidRPr="00193ED2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Babbie, E., (2020). </w:t>
            </w:r>
            <w:r w:rsidRPr="003055BA">
              <w:rPr>
                <w:rFonts w:ascii="Corbel" w:hAnsi="Corbel" w:cs="Arial"/>
                <w:i/>
                <w:iCs/>
                <w:sz w:val="24"/>
                <w:szCs w:val="24"/>
                <w:lang w:eastAsia="pl-PL"/>
              </w:rPr>
              <w:t>Badania społeczne w praktyce.</w:t>
            </w:r>
            <w:r w:rsidRPr="00193ED2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Warszawa: Wyd. Naukowe PWN.</w:t>
            </w:r>
          </w:p>
          <w:p w:rsidR="007D27DE" w:rsidP="00402EBB" w:rsidRDefault="007D27DE" w14:paraId="223ABCAF" w14:textId="77777777">
            <w:pPr>
              <w:spacing w:after="0" w:line="240" w:lineRule="auto"/>
              <w:ind w:left="601" w:hanging="601"/>
              <w:rPr>
                <w:rFonts w:ascii="Corbel" w:hAnsi="Corbel" w:cs="Arial"/>
                <w:sz w:val="24"/>
                <w:szCs w:val="24"/>
                <w:lang w:eastAsia="pl-PL"/>
              </w:rPr>
            </w:pPr>
            <w:r w:rsidRPr="00193ED2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Flick, U., (2020). </w:t>
            </w:r>
            <w:r w:rsidRPr="003055BA">
              <w:rPr>
                <w:rFonts w:ascii="Corbel" w:hAnsi="Corbel" w:cs="Arial"/>
                <w:i/>
                <w:iCs/>
                <w:sz w:val="24"/>
                <w:szCs w:val="24"/>
                <w:lang w:eastAsia="pl-PL"/>
              </w:rPr>
              <w:t>Projektowanie badania jakościowego</w:t>
            </w:r>
            <w:r w:rsidRPr="00193ED2">
              <w:rPr>
                <w:rFonts w:ascii="Corbel" w:hAnsi="Corbel" w:cs="Arial"/>
                <w:sz w:val="24"/>
                <w:szCs w:val="24"/>
                <w:lang w:eastAsia="pl-PL"/>
              </w:rPr>
              <w:t>. Warszawa: Wyd. Naukowe PWN.</w:t>
            </w:r>
          </w:p>
          <w:p w:rsidR="007D27DE" w:rsidP="00402EBB" w:rsidRDefault="007D27DE" w14:paraId="42654809" w14:textId="77777777">
            <w:pPr>
              <w:spacing w:after="0" w:line="240" w:lineRule="auto"/>
              <w:ind w:left="601" w:hanging="601"/>
              <w:rPr>
                <w:rFonts w:ascii="Corbel" w:hAnsi="Corbel" w:cs="Arial"/>
                <w:sz w:val="24"/>
                <w:szCs w:val="24"/>
                <w:lang w:eastAsia="pl-PL"/>
              </w:rPr>
            </w:pPr>
            <w:r w:rsidRPr="00193ED2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Nowak, S. (2020). </w:t>
            </w:r>
            <w:r w:rsidRPr="003055BA">
              <w:rPr>
                <w:rFonts w:ascii="Corbel" w:hAnsi="Corbel" w:cs="Arial"/>
                <w:i/>
                <w:iCs/>
                <w:sz w:val="24"/>
                <w:szCs w:val="24"/>
                <w:lang w:eastAsia="pl-PL"/>
              </w:rPr>
              <w:t>Metodologia badań społecznych.</w:t>
            </w:r>
            <w:r w:rsidRPr="00193ED2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Warszawa: Wyd. Naukowe PWN.</w:t>
            </w:r>
          </w:p>
          <w:p w:rsidR="007D27DE" w:rsidP="00402EBB" w:rsidRDefault="007D27DE" w14:paraId="42896B08" w14:textId="77777777">
            <w:pPr>
              <w:spacing w:after="0" w:line="240" w:lineRule="auto"/>
              <w:ind w:left="601" w:hanging="601"/>
              <w:rPr>
                <w:rFonts w:ascii="Corbel" w:hAnsi="Corbel" w:cs="Arial"/>
                <w:sz w:val="24"/>
                <w:szCs w:val="24"/>
                <w:lang w:eastAsia="pl-PL"/>
              </w:rPr>
            </w:pPr>
            <w:r w:rsidRPr="00193ED2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Silverman, D. (2020) </w:t>
            </w:r>
            <w:r w:rsidRPr="003055BA">
              <w:rPr>
                <w:rFonts w:ascii="Corbel" w:hAnsi="Corbel" w:cs="Arial"/>
                <w:i/>
                <w:iCs/>
                <w:sz w:val="24"/>
                <w:szCs w:val="24"/>
                <w:lang w:eastAsia="pl-PL"/>
              </w:rPr>
              <w:t>Interpretacja danych jakościowych.</w:t>
            </w:r>
            <w:r w:rsidRPr="00193ED2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Warszawa: Wyd. Naukowe PWN.</w:t>
            </w:r>
          </w:p>
          <w:p w:rsidR="007D27DE" w:rsidP="00402EBB" w:rsidRDefault="007D27DE" w14:paraId="2CDBE753" w14:textId="77777777">
            <w:pPr>
              <w:spacing w:after="0" w:line="240" w:lineRule="auto"/>
              <w:ind w:left="601" w:hanging="601"/>
              <w:rPr>
                <w:rFonts w:ascii="Corbel" w:hAnsi="Corbel" w:cs="Arial"/>
                <w:sz w:val="24"/>
                <w:szCs w:val="24"/>
                <w:lang w:eastAsia="pl-PL"/>
              </w:rPr>
            </w:pPr>
            <w:r w:rsidRPr="004D49BE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Sydor, M. (2014). </w:t>
            </w:r>
            <w:r w:rsidRPr="004D49BE">
              <w:rPr>
                <w:rFonts w:ascii="Corbel" w:hAnsi="Corbel" w:cs="Arial"/>
                <w:i/>
                <w:sz w:val="24"/>
                <w:szCs w:val="24"/>
                <w:lang w:eastAsia="pl-PL"/>
              </w:rPr>
              <w:t xml:space="preserve">Wskazówki dla piszących prace dyplomowe. </w:t>
            </w:r>
            <w:r w:rsidRPr="004D49BE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Poznań: Uniwersytet Przyrodniczy w Poznaniu, </w:t>
            </w:r>
            <w:r w:rsidRPr="00DD1186">
              <w:rPr>
                <w:rStyle w:val="Hipercze"/>
                <w:rFonts w:ascii="Corbel" w:hAnsi="Corbel" w:cs="Arial"/>
                <w:sz w:val="24"/>
                <w:szCs w:val="24"/>
                <w:lang w:eastAsia="pl-PL"/>
              </w:rPr>
              <w:t>http://bg.up.poznan.pl/bg/dzialy/ibuk/download_epdf/syd</w:t>
            </w:r>
            <w:r>
              <w:rPr>
                <w:rStyle w:val="Hipercze"/>
                <w:rFonts w:ascii="Corbel" w:hAnsi="Corbel" w:cs="Arial"/>
                <w:sz w:val="24"/>
                <w:szCs w:val="24"/>
                <w:lang w:eastAsia="pl-PL"/>
              </w:rPr>
              <w:t>or_ wskazowki_dyplomowe_2014.pdf</w:t>
            </w:r>
            <w:r w:rsidRPr="004D49BE">
              <w:rPr>
                <w:rFonts w:ascii="Corbel" w:hAnsi="Corbel" w:cs="Arial"/>
                <w:sz w:val="24"/>
                <w:szCs w:val="24"/>
                <w:lang w:eastAsia="pl-PL"/>
              </w:rPr>
              <w:t>.</w:t>
            </w:r>
          </w:p>
          <w:p w:rsidR="007D27DE" w:rsidP="00402EBB" w:rsidRDefault="007D27DE" w14:paraId="0B4637B1" w14:textId="77777777">
            <w:pPr>
              <w:spacing w:after="0" w:line="240" w:lineRule="auto"/>
              <w:ind w:left="601" w:hanging="601"/>
              <w:rPr>
                <w:rFonts w:ascii="Corbel" w:hAnsi="Corbel" w:cs="Arial"/>
                <w:sz w:val="24"/>
                <w:szCs w:val="24"/>
                <w:lang w:eastAsia="pl-PL"/>
              </w:rPr>
            </w:pPr>
            <w:r w:rsidRPr="00193ED2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Sztumski, J. (2020). </w:t>
            </w:r>
            <w:r w:rsidRPr="003055BA">
              <w:rPr>
                <w:rFonts w:ascii="Corbel" w:hAnsi="Corbel" w:cs="Arial"/>
                <w:i/>
                <w:iCs/>
                <w:sz w:val="24"/>
                <w:szCs w:val="24"/>
                <w:lang w:eastAsia="pl-PL"/>
              </w:rPr>
              <w:t>Wstęp do metod i technik badań społecznych.</w:t>
            </w:r>
            <w:r w:rsidRPr="00193ED2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Katowice: Wyd. Śląsk.</w:t>
            </w:r>
          </w:p>
          <w:p w:rsidR="007D27DE" w:rsidP="00402EBB" w:rsidRDefault="007D27DE" w14:paraId="1FD3414B" w14:textId="77777777">
            <w:pPr>
              <w:spacing w:after="0" w:line="240" w:lineRule="auto"/>
              <w:ind w:left="601" w:hanging="601"/>
              <w:rPr>
                <w:rFonts w:ascii="Corbel" w:hAnsi="Corbel" w:cs="Arial"/>
                <w:sz w:val="24"/>
                <w:szCs w:val="24"/>
                <w:lang w:eastAsia="pl-PL"/>
              </w:rPr>
            </w:pPr>
            <w:r w:rsidRPr="004D49BE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Woźnicki, J. i in. (2005). </w:t>
            </w:r>
            <w:r w:rsidRPr="004D49BE">
              <w:rPr>
                <w:rFonts w:ascii="Corbel" w:hAnsi="Corbel" w:cs="Arial"/>
                <w:i/>
                <w:sz w:val="24"/>
                <w:szCs w:val="24"/>
                <w:lang w:eastAsia="pl-PL"/>
              </w:rPr>
              <w:t>Raport o zasadach poszanowania autorstwa w pracach dyplomowych oraz doktorskich w instytucjach akademickich i naukowych.</w:t>
            </w:r>
            <w:r w:rsidRPr="004D49BE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Warszawa: Monografie Fundacji Rektorów Polskich, </w:t>
            </w:r>
          </w:p>
          <w:p w:rsidRPr="004D49BE" w:rsidR="007D27DE" w:rsidP="00402EBB" w:rsidRDefault="007D27DE" w14:paraId="067C925F" w14:textId="77777777">
            <w:pPr>
              <w:spacing w:after="0" w:line="240" w:lineRule="auto"/>
              <w:ind w:left="601"/>
              <w:jc w:val="both"/>
              <w:rPr>
                <w:rFonts w:ascii="Corbel" w:hAnsi="Corbel" w:cs="Arial"/>
                <w:sz w:val="24"/>
                <w:szCs w:val="24"/>
                <w:lang w:eastAsia="pl-PL"/>
              </w:rPr>
            </w:pPr>
            <w:hyperlink w:history="1" r:id="rId8">
              <w:r w:rsidRPr="00D37E13">
                <w:rPr>
                  <w:rStyle w:val="Hipercze"/>
                  <w:rFonts w:ascii="Corbel" w:hAnsi="Corbel" w:cs="Arial"/>
                  <w:sz w:val="24"/>
                  <w:szCs w:val="24"/>
                  <w:lang w:eastAsia="pl-PL"/>
                </w:rPr>
                <w:t>https://www.frp.org.pl/images/publikacje/publication/raport_o_zasadach_poszanowania_autorstwa.pdf</w:t>
              </w:r>
            </w:hyperlink>
            <w:r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  </w:t>
            </w:r>
          </w:p>
        </w:tc>
      </w:tr>
    </w:tbl>
    <w:p w:rsidR="00F21C0A" w:rsidP="007D27DE" w:rsidRDefault="00F21C0A" w14:paraId="2D7DC24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E42556" w:rsidRDefault="0085747A" w14:paraId="1C46CEB6" w14:textId="77777777">
      <w:pPr>
        <w:pStyle w:val="Punktygwne"/>
        <w:spacing w:before="0" w:after="0"/>
        <w:rPr>
          <w:rFonts w:ascii="Corbel" w:hAnsi="Corbel"/>
          <w:szCs w:val="24"/>
        </w:rPr>
      </w:pPr>
      <w:bookmarkStart w:name="_GoBack" w:id="0"/>
      <w:bookmarkEnd w:id="0"/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footerReference w:type="default" r:id="rId9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71C" w:rsidP="00C16ABF" w:rsidRDefault="00D8071C" w14:paraId="26E2A2E8" w14:textId="77777777">
      <w:pPr>
        <w:spacing w:after="0" w:line="240" w:lineRule="auto"/>
      </w:pPr>
      <w:r>
        <w:separator/>
      </w:r>
    </w:p>
  </w:endnote>
  <w:endnote w:type="continuationSeparator" w:id="0">
    <w:p w:rsidR="00D8071C" w:rsidP="00C16ABF" w:rsidRDefault="00D8071C" w14:paraId="401B9FF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3038599"/>
      <w:docPartObj>
        <w:docPartGallery w:val="Page Numbers (Bottom of Page)"/>
        <w:docPartUnique/>
      </w:docPartObj>
    </w:sdtPr>
    <w:sdtEndPr>
      <w:rPr>
        <w:rFonts w:ascii="Corbel" w:hAnsi="Corbel"/>
      </w:rPr>
    </w:sdtEndPr>
    <w:sdtContent>
      <w:p w:rsidRPr="00671DB0" w:rsidR="00671DB0" w:rsidRDefault="00193B34" w14:paraId="275E8C7B" w14:textId="77777777">
        <w:pPr>
          <w:pStyle w:val="Stopka"/>
          <w:jc w:val="center"/>
          <w:rPr>
            <w:rFonts w:ascii="Corbel" w:hAnsi="Corbel"/>
          </w:rPr>
        </w:pPr>
        <w:r w:rsidRPr="00671DB0">
          <w:rPr>
            <w:rFonts w:ascii="Corbel" w:hAnsi="Corbel"/>
          </w:rPr>
          <w:fldChar w:fldCharType="begin"/>
        </w:r>
        <w:r w:rsidRPr="00671DB0" w:rsidR="00671DB0">
          <w:rPr>
            <w:rFonts w:ascii="Corbel" w:hAnsi="Corbel"/>
          </w:rPr>
          <w:instrText>PAGE   \* MERGEFORMAT</w:instrText>
        </w:r>
        <w:r w:rsidRPr="00671DB0">
          <w:rPr>
            <w:rFonts w:ascii="Corbel" w:hAnsi="Corbel"/>
          </w:rPr>
          <w:fldChar w:fldCharType="separate"/>
        </w:r>
        <w:r w:rsidR="007D27DE">
          <w:rPr>
            <w:rFonts w:ascii="Corbel" w:hAnsi="Corbel"/>
            <w:noProof/>
          </w:rPr>
          <w:t>4</w:t>
        </w:r>
        <w:r w:rsidRPr="00671DB0">
          <w:rPr>
            <w:rFonts w:ascii="Corbel" w:hAnsi="Corbel"/>
          </w:rPr>
          <w:fldChar w:fldCharType="end"/>
        </w:r>
      </w:p>
    </w:sdtContent>
  </w:sdt>
  <w:p w:rsidR="00671DB0" w:rsidRDefault="00671DB0" w14:paraId="714004E7" w14:textId="777777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71C" w:rsidP="00C16ABF" w:rsidRDefault="00D8071C" w14:paraId="7BCBBF82" w14:textId="77777777">
      <w:pPr>
        <w:spacing w:after="0" w:line="240" w:lineRule="auto"/>
      </w:pPr>
      <w:r>
        <w:separator/>
      </w:r>
    </w:p>
  </w:footnote>
  <w:footnote w:type="continuationSeparator" w:id="0">
    <w:p w:rsidR="00D8071C" w:rsidP="00C16ABF" w:rsidRDefault="00D8071C" w14:paraId="69AC0252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AD65ACD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93FF7"/>
    <w:multiLevelType w:val="hybridMultilevel"/>
    <w:tmpl w:val="5F40B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41215E"/>
    <w:multiLevelType w:val="hybridMultilevel"/>
    <w:tmpl w:val="833E63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5616EB"/>
    <w:multiLevelType w:val="hybridMultilevel"/>
    <w:tmpl w:val="CB6EC5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A230DB"/>
    <w:multiLevelType w:val="hybridMultilevel"/>
    <w:tmpl w:val="F094237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66BA467D"/>
    <w:multiLevelType w:val="hybridMultilevel"/>
    <w:tmpl w:val="D2BE61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615AAA"/>
    <w:multiLevelType w:val="hybridMultilevel"/>
    <w:tmpl w:val="EC96F1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3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3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2495C"/>
    <w:rsid w:val="00042A51"/>
    <w:rsid w:val="00042D2E"/>
    <w:rsid w:val="00044C82"/>
    <w:rsid w:val="000469A2"/>
    <w:rsid w:val="00066443"/>
    <w:rsid w:val="0007031B"/>
    <w:rsid w:val="00070ED6"/>
    <w:rsid w:val="000742DC"/>
    <w:rsid w:val="00084C12"/>
    <w:rsid w:val="0009462C"/>
    <w:rsid w:val="00094B12"/>
    <w:rsid w:val="00096C46"/>
    <w:rsid w:val="00096DD8"/>
    <w:rsid w:val="000A20E1"/>
    <w:rsid w:val="000A296F"/>
    <w:rsid w:val="000A2A28"/>
    <w:rsid w:val="000A3CDF"/>
    <w:rsid w:val="000B192D"/>
    <w:rsid w:val="000B28EE"/>
    <w:rsid w:val="000B3E37"/>
    <w:rsid w:val="000D04B0"/>
    <w:rsid w:val="000E1FAD"/>
    <w:rsid w:val="000F1C57"/>
    <w:rsid w:val="000F5615"/>
    <w:rsid w:val="0010320F"/>
    <w:rsid w:val="00112634"/>
    <w:rsid w:val="00124BFF"/>
    <w:rsid w:val="0012560E"/>
    <w:rsid w:val="00127108"/>
    <w:rsid w:val="00132D42"/>
    <w:rsid w:val="00134B13"/>
    <w:rsid w:val="00142B8B"/>
    <w:rsid w:val="0014483F"/>
    <w:rsid w:val="00146BC0"/>
    <w:rsid w:val="00150112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3B34"/>
    <w:rsid w:val="001A70D2"/>
    <w:rsid w:val="001D657B"/>
    <w:rsid w:val="001D6E1A"/>
    <w:rsid w:val="001D7B54"/>
    <w:rsid w:val="001E0209"/>
    <w:rsid w:val="001F2CA2"/>
    <w:rsid w:val="00206717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1AAE"/>
    <w:rsid w:val="002A22BF"/>
    <w:rsid w:val="002A2389"/>
    <w:rsid w:val="002A3A1B"/>
    <w:rsid w:val="002A671D"/>
    <w:rsid w:val="002B4D55"/>
    <w:rsid w:val="002B5EA0"/>
    <w:rsid w:val="002B6119"/>
    <w:rsid w:val="002C1F06"/>
    <w:rsid w:val="002C69DF"/>
    <w:rsid w:val="002D3375"/>
    <w:rsid w:val="002D5FAD"/>
    <w:rsid w:val="002D73D4"/>
    <w:rsid w:val="002D7D57"/>
    <w:rsid w:val="002E23D1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E05"/>
    <w:rsid w:val="00363F78"/>
    <w:rsid w:val="0037173B"/>
    <w:rsid w:val="00382580"/>
    <w:rsid w:val="003A0A5B"/>
    <w:rsid w:val="003A1176"/>
    <w:rsid w:val="003C0BAE"/>
    <w:rsid w:val="003D18A9"/>
    <w:rsid w:val="003D6CE2"/>
    <w:rsid w:val="003D74DE"/>
    <w:rsid w:val="003E1941"/>
    <w:rsid w:val="003E2FE6"/>
    <w:rsid w:val="003E49D5"/>
    <w:rsid w:val="003F205D"/>
    <w:rsid w:val="003F38C0"/>
    <w:rsid w:val="003F3FD6"/>
    <w:rsid w:val="003F49A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9EE"/>
    <w:rsid w:val="004850B0"/>
    <w:rsid w:val="00490F7D"/>
    <w:rsid w:val="00491678"/>
    <w:rsid w:val="00493977"/>
    <w:rsid w:val="004968E2"/>
    <w:rsid w:val="004A330A"/>
    <w:rsid w:val="004A3EEA"/>
    <w:rsid w:val="004A4D1F"/>
    <w:rsid w:val="004A7EA7"/>
    <w:rsid w:val="004C18FF"/>
    <w:rsid w:val="004D5282"/>
    <w:rsid w:val="004F1551"/>
    <w:rsid w:val="004F55A3"/>
    <w:rsid w:val="00500FE1"/>
    <w:rsid w:val="0050496F"/>
    <w:rsid w:val="00513B6F"/>
    <w:rsid w:val="00517C63"/>
    <w:rsid w:val="00525533"/>
    <w:rsid w:val="005363C4"/>
    <w:rsid w:val="00536BDE"/>
    <w:rsid w:val="00542C77"/>
    <w:rsid w:val="00543ACC"/>
    <w:rsid w:val="005471BC"/>
    <w:rsid w:val="0056696D"/>
    <w:rsid w:val="005839B1"/>
    <w:rsid w:val="0059484D"/>
    <w:rsid w:val="005A0855"/>
    <w:rsid w:val="005A3196"/>
    <w:rsid w:val="005C080F"/>
    <w:rsid w:val="005C292B"/>
    <w:rsid w:val="005C55E5"/>
    <w:rsid w:val="005C696A"/>
    <w:rsid w:val="005E6E85"/>
    <w:rsid w:val="005F31D2"/>
    <w:rsid w:val="0061029B"/>
    <w:rsid w:val="00617230"/>
    <w:rsid w:val="00621CE1"/>
    <w:rsid w:val="00626365"/>
    <w:rsid w:val="00627FC9"/>
    <w:rsid w:val="00647FA8"/>
    <w:rsid w:val="00650C5F"/>
    <w:rsid w:val="00654934"/>
    <w:rsid w:val="006620D9"/>
    <w:rsid w:val="00671958"/>
    <w:rsid w:val="00671DB0"/>
    <w:rsid w:val="00674D39"/>
    <w:rsid w:val="00675843"/>
    <w:rsid w:val="00680622"/>
    <w:rsid w:val="00696477"/>
    <w:rsid w:val="006A13A3"/>
    <w:rsid w:val="006C75E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663"/>
    <w:rsid w:val="00793974"/>
    <w:rsid w:val="007A4022"/>
    <w:rsid w:val="007A6E6E"/>
    <w:rsid w:val="007C3299"/>
    <w:rsid w:val="007C3BCC"/>
    <w:rsid w:val="007C4546"/>
    <w:rsid w:val="007D27DE"/>
    <w:rsid w:val="007D6E56"/>
    <w:rsid w:val="007F4155"/>
    <w:rsid w:val="00810ECF"/>
    <w:rsid w:val="0081554D"/>
    <w:rsid w:val="0081707E"/>
    <w:rsid w:val="00825BDC"/>
    <w:rsid w:val="008449B3"/>
    <w:rsid w:val="008552A2"/>
    <w:rsid w:val="0085747A"/>
    <w:rsid w:val="00881108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69E5"/>
    <w:rsid w:val="008D3DFB"/>
    <w:rsid w:val="008E64F4"/>
    <w:rsid w:val="008F12C9"/>
    <w:rsid w:val="008F69B4"/>
    <w:rsid w:val="008F6E29"/>
    <w:rsid w:val="00905BFD"/>
    <w:rsid w:val="00916188"/>
    <w:rsid w:val="0091724B"/>
    <w:rsid w:val="00917ED8"/>
    <w:rsid w:val="00923D7D"/>
    <w:rsid w:val="0093534F"/>
    <w:rsid w:val="0094419F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E7AA9"/>
    <w:rsid w:val="009F2B55"/>
    <w:rsid w:val="009F3C5C"/>
    <w:rsid w:val="009F4610"/>
    <w:rsid w:val="00A00ECC"/>
    <w:rsid w:val="00A155EE"/>
    <w:rsid w:val="00A2245B"/>
    <w:rsid w:val="00A24128"/>
    <w:rsid w:val="00A30110"/>
    <w:rsid w:val="00A36899"/>
    <w:rsid w:val="00A371F6"/>
    <w:rsid w:val="00A43BF6"/>
    <w:rsid w:val="00A53FA5"/>
    <w:rsid w:val="00A54817"/>
    <w:rsid w:val="00A601C8"/>
    <w:rsid w:val="00A60799"/>
    <w:rsid w:val="00A63CB8"/>
    <w:rsid w:val="00A84C85"/>
    <w:rsid w:val="00A97DE1"/>
    <w:rsid w:val="00AA5EDA"/>
    <w:rsid w:val="00AB053C"/>
    <w:rsid w:val="00AB7F3B"/>
    <w:rsid w:val="00AD1146"/>
    <w:rsid w:val="00AD1D2E"/>
    <w:rsid w:val="00AD27D3"/>
    <w:rsid w:val="00AD60ED"/>
    <w:rsid w:val="00AD66D6"/>
    <w:rsid w:val="00AE1160"/>
    <w:rsid w:val="00AE203C"/>
    <w:rsid w:val="00AE2E74"/>
    <w:rsid w:val="00AE5FCB"/>
    <w:rsid w:val="00AF2C1E"/>
    <w:rsid w:val="00AF39CA"/>
    <w:rsid w:val="00B06142"/>
    <w:rsid w:val="00B135B1"/>
    <w:rsid w:val="00B3130B"/>
    <w:rsid w:val="00B40ADB"/>
    <w:rsid w:val="00B43B77"/>
    <w:rsid w:val="00B43E80"/>
    <w:rsid w:val="00B55E9B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1939"/>
    <w:rsid w:val="00BF2C41"/>
    <w:rsid w:val="00C058B4"/>
    <w:rsid w:val="00C05F44"/>
    <w:rsid w:val="00C131B5"/>
    <w:rsid w:val="00C15E86"/>
    <w:rsid w:val="00C16ABF"/>
    <w:rsid w:val="00C170AE"/>
    <w:rsid w:val="00C26CB7"/>
    <w:rsid w:val="00C324C1"/>
    <w:rsid w:val="00C36992"/>
    <w:rsid w:val="00C56036"/>
    <w:rsid w:val="00C578B5"/>
    <w:rsid w:val="00C61DC5"/>
    <w:rsid w:val="00C67E92"/>
    <w:rsid w:val="00C70A26"/>
    <w:rsid w:val="00C766DF"/>
    <w:rsid w:val="00C869A4"/>
    <w:rsid w:val="00C93C17"/>
    <w:rsid w:val="00C94B98"/>
    <w:rsid w:val="00CA2B96"/>
    <w:rsid w:val="00CA5089"/>
    <w:rsid w:val="00CA56AF"/>
    <w:rsid w:val="00CD088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79AF"/>
    <w:rsid w:val="00D425B2"/>
    <w:rsid w:val="00D428D6"/>
    <w:rsid w:val="00D552B2"/>
    <w:rsid w:val="00D608D1"/>
    <w:rsid w:val="00D74119"/>
    <w:rsid w:val="00D8071C"/>
    <w:rsid w:val="00D8075B"/>
    <w:rsid w:val="00D807F6"/>
    <w:rsid w:val="00D85018"/>
    <w:rsid w:val="00D8678B"/>
    <w:rsid w:val="00DA2114"/>
    <w:rsid w:val="00DB1787"/>
    <w:rsid w:val="00DB79D3"/>
    <w:rsid w:val="00DE09C0"/>
    <w:rsid w:val="00DE4A14"/>
    <w:rsid w:val="00DF29BF"/>
    <w:rsid w:val="00DF320D"/>
    <w:rsid w:val="00DF71C8"/>
    <w:rsid w:val="00E129B8"/>
    <w:rsid w:val="00E14157"/>
    <w:rsid w:val="00E21E7D"/>
    <w:rsid w:val="00E22FBC"/>
    <w:rsid w:val="00E24BF5"/>
    <w:rsid w:val="00E25338"/>
    <w:rsid w:val="00E42556"/>
    <w:rsid w:val="00E43AFB"/>
    <w:rsid w:val="00E454B9"/>
    <w:rsid w:val="00E51E44"/>
    <w:rsid w:val="00E63348"/>
    <w:rsid w:val="00E742AA"/>
    <w:rsid w:val="00E76756"/>
    <w:rsid w:val="00E77E88"/>
    <w:rsid w:val="00E8107D"/>
    <w:rsid w:val="00E960BB"/>
    <w:rsid w:val="00EA2074"/>
    <w:rsid w:val="00EA4832"/>
    <w:rsid w:val="00EA4E9D"/>
    <w:rsid w:val="00EC1B76"/>
    <w:rsid w:val="00EC4899"/>
    <w:rsid w:val="00ED03AB"/>
    <w:rsid w:val="00ED32D2"/>
    <w:rsid w:val="00EE2E8D"/>
    <w:rsid w:val="00EE32DE"/>
    <w:rsid w:val="00EE5457"/>
    <w:rsid w:val="00EE6F06"/>
    <w:rsid w:val="00F070AB"/>
    <w:rsid w:val="00F17567"/>
    <w:rsid w:val="00F21C0A"/>
    <w:rsid w:val="00F27A7B"/>
    <w:rsid w:val="00F526AF"/>
    <w:rsid w:val="00F617C3"/>
    <w:rsid w:val="00F63E0E"/>
    <w:rsid w:val="00F7066B"/>
    <w:rsid w:val="00F73DB3"/>
    <w:rsid w:val="00F82D56"/>
    <w:rsid w:val="00F83B28"/>
    <w:rsid w:val="00F974DA"/>
    <w:rsid w:val="00FA050C"/>
    <w:rsid w:val="00FA46E5"/>
    <w:rsid w:val="00FB7DBA"/>
    <w:rsid w:val="00FC1C25"/>
    <w:rsid w:val="00FC2162"/>
    <w:rsid w:val="00FC3F45"/>
    <w:rsid w:val="00FD503F"/>
    <w:rsid w:val="00FD7589"/>
    <w:rsid w:val="00FF016A"/>
    <w:rsid w:val="00FF1401"/>
    <w:rsid w:val="00FF5E7D"/>
    <w:rsid w:val="0BA318A8"/>
    <w:rsid w:val="11C228DC"/>
    <w:rsid w:val="4E47A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E41FA"/>
  <w15:docId w15:val="{8B568AAD-3352-455E-BAE1-0B42C88D244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71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71BC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5471B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1BC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5471B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7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frp.org.pl/images/publikacje/publication/raport_o_zasadach_poszanowania_autorstwa.pdf" TargetMode="External" Id="rId8" /><Relationship Type="http://schemas.openxmlformats.org/officeDocument/2006/relationships/customXml" Target="../customXml/item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2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customXml" Target="../customXml/item4.xml" Id="rId14" /><Relationship Type="http://schemas.openxmlformats.org/officeDocument/2006/relationships/glossaryDocument" Target="/word/glossary/document.xml" Id="R6ff6d7fbb7e54d71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025266-c84f-49da-9457-e8c1bb3b77c5}"/>
      </w:docPartPr>
      <w:docPartBody>
        <w:p w14:paraId="0BA318A8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D375DD-D321-40D2-881D-CA62BF124C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E6B8F0-B0DD-4E20-A3FF-CAD48D54C24E}"/>
</file>

<file path=customXml/itemProps3.xml><?xml version="1.0" encoding="utf-8"?>
<ds:datastoreItem xmlns:ds="http://schemas.openxmlformats.org/officeDocument/2006/customXml" ds:itemID="{F2638E2A-C979-4151-A027-D64C05AE598B}"/>
</file>

<file path=customXml/itemProps4.xml><?xml version="1.0" encoding="utf-8"?>
<ds:datastoreItem xmlns:ds="http://schemas.openxmlformats.org/officeDocument/2006/customXml" ds:itemID="{D6809DBF-893F-4112-A42A-DE270C369ED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Motyka Marek</lastModifiedBy>
  <revision>7</revision>
  <lastPrinted>2019-02-06T12:12:00.0000000Z</lastPrinted>
  <dcterms:created xsi:type="dcterms:W3CDTF">2020-10-27T12:22:00.0000000Z</dcterms:created>
  <dcterms:modified xsi:type="dcterms:W3CDTF">2021-10-05T16:52:16.1016510Z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